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93B679" w14:textId="56CC39A5" w:rsidR="00E203BE" w:rsidRDefault="00E203BE" w:rsidP="00E203BE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F039E1">
        <w:rPr>
          <w:sz w:val="24"/>
          <w:szCs w:val="24"/>
        </w:rPr>
        <w:t>rot. n°</w:t>
      </w:r>
      <w:r w:rsidRPr="00E203BE">
        <w:rPr>
          <w:sz w:val="24"/>
          <w:szCs w:val="24"/>
        </w:rPr>
        <w:t xml:space="preserve"> </w:t>
      </w:r>
      <w:r w:rsidR="00315BB4">
        <w:rPr>
          <w:sz w:val="24"/>
          <w:szCs w:val="24"/>
        </w:rPr>
        <w:t>127</w:t>
      </w:r>
      <w:r w:rsidR="00FD2412">
        <w:rPr>
          <w:sz w:val="24"/>
          <w:szCs w:val="24"/>
        </w:rPr>
        <w:t>/20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  <w:t xml:space="preserve">                  </w:t>
      </w:r>
    </w:p>
    <w:p w14:paraId="52CBF6E1" w14:textId="2705FEE6" w:rsidR="00E203BE" w:rsidRPr="00315BB4" w:rsidRDefault="00480FA3" w:rsidP="00315BB4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203BE" w:rsidRPr="00E203BE">
        <w:rPr>
          <w:sz w:val="24"/>
          <w:szCs w:val="24"/>
        </w:rPr>
        <w:t xml:space="preserve">Castellammare di Stabia, </w:t>
      </w:r>
      <w:r w:rsidR="00315BB4">
        <w:rPr>
          <w:sz w:val="24"/>
          <w:szCs w:val="24"/>
        </w:rPr>
        <w:t>24</w:t>
      </w:r>
      <w:r w:rsidR="00FD2412">
        <w:rPr>
          <w:sz w:val="24"/>
          <w:szCs w:val="24"/>
        </w:rPr>
        <w:t>/</w:t>
      </w:r>
      <w:r w:rsidR="00315BB4">
        <w:rPr>
          <w:sz w:val="24"/>
          <w:szCs w:val="24"/>
        </w:rPr>
        <w:t>08</w:t>
      </w:r>
      <w:r w:rsidR="00FD2412">
        <w:rPr>
          <w:sz w:val="24"/>
          <w:szCs w:val="24"/>
        </w:rPr>
        <w:t>/</w:t>
      </w:r>
      <w:r w:rsidR="00315BB4">
        <w:rPr>
          <w:sz w:val="24"/>
          <w:szCs w:val="24"/>
        </w:rPr>
        <w:t>2020</w:t>
      </w:r>
    </w:p>
    <w:p w14:paraId="75CAF50B" w14:textId="77777777" w:rsidR="00E203BE" w:rsidRPr="00E203BE" w:rsidRDefault="00E203BE" w:rsidP="00E203BE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14:paraId="0627A900" w14:textId="77777777" w:rsidR="00B23457" w:rsidRDefault="00480FA3" w:rsidP="00B23457">
      <w:pPr>
        <w:spacing w:line="276" w:lineRule="auto"/>
        <w:ind w:left="2832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="005A2BCF">
        <w:rPr>
          <w:rFonts w:eastAsia="Calibri"/>
          <w:sz w:val="24"/>
          <w:szCs w:val="24"/>
          <w:lang w:eastAsia="en-US"/>
        </w:rPr>
        <w:t xml:space="preserve">             </w:t>
      </w:r>
      <w:r>
        <w:rPr>
          <w:rFonts w:eastAsia="Calibri"/>
          <w:sz w:val="24"/>
          <w:szCs w:val="24"/>
          <w:lang w:eastAsia="en-US"/>
        </w:rPr>
        <w:t xml:space="preserve">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14:paraId="3A8B1E2C" w14:textId="77777777" w:rsidR="00E203BE" w:rsidRPr="00E203BE" w:rsidRDefault="005A2BCF" w:rsidP="00B23457">
      <w:pPr>
        <w:spacing w:line="276" w:lineRule="auto"/>
        <w:ind w:left="4956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</w:t>
      </w:r>
      <w:r w:rsidR="00480FA3"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14:paraId="0611482B" w14:textId="77777777" w:rsidR="00E203BE" w:rsidRPr="00E203BE" w:rsidRDefault="00B23457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</w:t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 w:rsidR="005A2BCF">
        <w:rPr>
          <w:rFonts w:eastAsia="Calibri"/>
          <w:sz w:val="24"/>
          <w:szCs w:val="24"/>
          <w:lang w:eastAsia="en-US"/>
        </w:rPr>
        <w:t xml:space="preserve">          </w:t>
      </w:r>
      <w:r w:rsidR="00E203BE"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14:paraId="600A465A" w14:textId="77777777" w:rsidR="00E203BE" w:rsidRPr="00E203BE" w:rsidRDefault="00E203BE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14:paraId="0539D566" w14:textId="77777777" w:rsidR="00B23457" w:rsidRDefault="00B23457" w:rsidP="00B23457">
      <w:pPr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2BCF">
        <w:rPr>
          <w:sz w:val="24"/>
          <w:szCs w:val="24"/>
        </w:rPr>
        <w:t xml:space="preserve">               </w:t>
      </w:r>
      <w:r w:rsidR="00E203BE" w:rsidRPr="00E203BE">
        <w:rPr>
          <w:sz w:val="24"/>
          <w:szCs w:val="24"/>
        </w:rPr>
        <w:t>e.p.c. al Dirigente Scolastico</w:t>
      </w:r>
    </w:p>
    <w:p w14:paraId="16BC5059" w14:textId="77777777" w:rsidR="00B23457" w:rsidRDefault="00E40A8A" w:rsidP="005A2BCF">
      <w:pPr>
        <w:ind w:left="3540" w:firstLine="708"/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</w:t>
      </w:r>
      <w:r w:rsidR="0069573F">
        <w:rPr>
          <w:sz w:val="24"/>
          <w:szCs w:val="24"/>
        </w:rPr>
        <w:t xml:space="preserve"> </w:t>
      </w:r>
      <w:r w:rsidR="006173FE">
        <w:rPr>
          <w:sz w:val="24"/>
          <w:szCs w:val="24"/>
        </w:rPr>
        <w:t xml:space="preserve"> </w:t>
      </w:r>
      <w:r w:rsidR="00480FA3">
        <w:rPr>
          <w:sz w:val="24"/>
          <w:szCs w:val="24"/>
        </w:rPr>
        <w:t xml:space="preserve"> </w:t>
      </w:r>
      <w:r w:rsidR="00034212">
        <w:rPr>
          <w:sz w:val="24"/>
          <w:szCs w:val="24"/>
        </w:rPr>
        <w:t xml:space="preserve">      </w:t>
      </w:r>
      <w:r w:rsidR="00B23457">
        <w:rPr>
          <w:sz w:val="24"/>
          <w:szCs w:val="24"/>
        </w:rPr>
        <w:t>Istituto Comprensivo</w:t>
      </w:r>
      <w:r w:rsidR="00034212">
        <w:rPr>
          <w:sz w:val="24"/>
          <w:szCs w:val="24"/>
        </w:rPr>
        <w:t xml:space="preserve"> 2</w:t>
      </w:r>
      <w:r w:rsidR="00E203BE" w:rsidRPr="00E203BE">
        <w:rPr>
          <w:sz w:val="24"/>
          <w:szCs w:val="24"/>
        </w:rPr>
        <w:t xml:space="preserve"> “</w:t>
      </w:r>
      <w:r w:rsidR="00034212">
        <w:rPr>
          <w:i/>
          <w:sz w:val="24"/>
          <w:szCs w:val="24"/>
        </w:rPr>
        <w:t>Filippo Caulino</w:t>
      </w:r>
      <w:r w:rsidR="00AA5209">
        <w:rPr>
          <w:i/>
          <w:sz w:val="24"/>
          <w:szCs w:val="24"/>
        </w:rPr>
        <w:t>”</w:t>
      </w:r>
    </w:p>
    <w:p w14:paraId="516312D7" w14:textId="77777777" w:rsidR="005A2BCF" w:rsidRDefault="005A2BCF" w:rsidP="005A2BCF">
      <w:pPr>
        <w:ind w:left="3540" w:firstLine="708"/>
        <w:contextualSpacing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</w:t>
      </w:r>
      <w:r w:rsidR="00034212">
        <w:rPr>
          <w:rFonts w:eastAsia="Calibri"/>
          <w:sz w:val="24"/>
          <w:szCs w:val="24"/>
          <w:lang w:eastAsia="en-US"/>
        </w:rPr>
        <w:t xml:space="preserve">                   Vico Equense</w:t>
      </w:r>
    </w:p>
    <w:p w14:paraId="60D697E6" w14:textId="77777777" w:rsidR="005A2BCF" w:rsidRPr="005A2BCF" w:rsidRDefault="005A2BCF" w:rsidP="005A2BCF">
      <w:pPr>
        <w:ind w:left="3540" w:firstLine="708"/>
        <w:contextualSpacing/>
        <w:rPr>
          <w:rFonts w:eastAsia="Calibri"/>
          <w:sz w:val="24"/>
          <w:szCs w:val="24"/>
          <w:lang w:eastAsia="en-US"/>
        </w:rPr>
      </w:pPr>
    </w:p>
    <w:p w14:paraId="238E2B92" w14:textId="77777777" w:rsidR="00E203BE" w:rsidRDefault="00E203BE" w:rsidP="00E203BE">
      <w:pPr>
        <w:rPr>
          <w:sz w:val="24"/>
          <w:szCs w:val="24"/>
        </w:rPr>
      </w:pPr>
    </w:p>
    <w:p w14:paraId="202A51CA" w14:textId="77777777" w:rsidR="00034212" w:rsidRPr="00E203BE" w:rsidRDefault="00034212" w:rsidP="00E203BE">
      <w:pPr>
        <w:rPr>
          <w:sz w:val="24"/>
          <w:szCs w:val="24"/>
        </w:rPr>
      </w:pPr>
    </w:p>
    <w:p w14:paraId="12906C61" w14:textId="77777777"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 xml:space="preserve">: Ottimizzazione Insegnante di Religione </w:t>
      </w:r>
      <w:r w:rsidR="00FD2412">
        <w:rPr>
          <w:sz w:val="24"/>
          <w:szCs w:val="24"/>
        </w:rPr>
        <w:t xml:space="preserve">Cattolica – </w:t>
      </w:r>
      <w:r w:rsidR="00034212">
        <w:rPr>
          <w:sz w:val="24"/>
          <w:szCs w:val="24"/>
        </w:rPr>
        <w:t>Di Martino Luisa</w:t>
      </w:r>
    </w:p>
    <w:p w14:paraId="499A8F58" w14:textId="77777777" w:rsidR="00E203BE" w:rsidRPr="00E203BE" w:rsidRDefault="00E203BE" w:rsidP="00E203BE">
      <w:pPr>
        <w:jc w:val="both"/>
        <w:rPr>
          <w:sz w:val="24"/>
          <w:szCs w:val="24"/>
        </w:rPr>
      </w:pPr>
    </w:p>
    <w:p w14:paraId="4979EF18" w14:textId="77777777" w:rsidR="000B55EC" w:rsidRPr="00645CDD" w:rsidRDefault="000B55EC" w:rsidP="000B55EC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Viste le esigenze orarie per l’anno scolastico 2020/2021 relative all’insegnamento della Religione Cattolica n</w:t>
      </w:r>
      <w:r>
        <w:rPr>
          <w:sz w:val="24"/>
          <w:szCs w:val="24"/>
        </w:rPr>
        <w:t>el territorio dell’Arcidiocesi di Sorrento – Castellammare di Stabia;</w:t>
      </w:r>
      <w:r w:rsidRPr="00645CDD">
        <w:rPr>
          <w:sz w:val="24"/>
          <w:szCs w:val="24"/>
        </w:rPr>
        <w:t xml:space="preserve"> </w:t>
      </w:r>
    </w:p>
    <w:p w14:paraId="65D65A89" w14:textId="77777777" w:rsidR="000B55EC" w:rsidRPr="000B55EC" w:rsidRDefault="000B55EC" w:rsidP="000B55EC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Tenuto conto che presso l’istituto comprensivo 2 “</w:t>
      </w:r>
      <w:r>
        <w:rPr>
          <w:i/>
          <w:sz w:val="24"/>
          <w:szCs w:val="24"/>
        </w:rPr>
        <w:t>Filippo Caulino</w:t>
      </w:r>
      <w:r>
        <w:rPr>
          <w:sz w:val="24"/>
          <w:szCs w:val="24"/>
        </w:rPr>
        <w:t>” si rende necessario a motivo di 1 ora non altrimenti attribuibile una cattedra di 19 ore;</w:t>
      </w:r>
    </w:p>
    <w:p w14:paraId="6B5C2C68" w14:textId="77777777" w:rsidR="000B55EC" w:rsidRDefault="000B55EC" w:rsidP="000B55EC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Visto il Dpr 20/08/2012 n.175;</w:t>
      </w:r>
    </w:p>
    <w:p w14:paraId="4A208E89" w14:textId="77777777" w:rsidR="00034212" w:rsidRDefault="00034212" w:rsidP="00034212">
      <w:pPr>
        <w:ind w:left="750"/>
        <w:jc w:val="both"/>
        <w:rPr>
          <w:sz w:val="24"/>
          <w:szCs w:val="24"/>
        </w:rPr>
      </w:pPr>
    </w:p>
    <w:p w14:paraId="5E09083E" w14:textId="77777777" w:rsidR="00E203BE" w:rsidRDefault="00E203BE" w:rsidP="00E203BE">
      <w:pPr>
        <w:jc w:val="center"/>
        <w:rPr>
          <w:sz w:val="24"/>
          <w:szCs w:val="24"/>
        </w:rPr>
      </w:pPr>
    </w:p>
    <w:p w14:paraId="1B8E10A3" w14:textId="77777777" w:rsidR="00E40A8A" w:rsidRDefault="00E40A8A" w:rsidP="00E203BE">
      <w:pPr>
        <w:jc w:val="center"/>
        <w:rPr>
          <w:sz w:val="24"/>
          <w:szCs w:val="24"/>
        </w:rPr>
      </w:pPr>
    </w:p>
    <w:p w14:paraId="3420F616" w14:textId="77777777" w:rsidR="00480FA3" w:rsidRPr="00E203BE" w:rsidRDefault="00480FA3" w:rsidP="00E203BE">
      <w:pPr>
        <w:jc w:val="center"/>
        <w:rPr>
          <w:sz w:val="24"/>
          <w:szCs w:val="24"/>
        </w:rPr>
      </w:pPr>
    </w:p>
    <w:p w14:paraId="6F8D7EA9" w14:textId="77777777"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="00FD2412">
        <w:rPr>
          <w:sz w:val="24"/>
          <w:szCs w:val="24"/>
        </w:rPr>
        <w:t>per l’anno scolastico 2020/2021</w:t>
      </w:r>
    </w:p>
    <w:p w14:paraId="2240FCFA" w14:textId="77777777" w:rsidR="00E203BE" w:rsidRPr="00E203BE" w:rsidRDefault="00034212" w:rsidP="0074572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DI MARTINO LUISA</w:t>
      </w:r>
    </w:p>
    <w:p w14:paraId="3235C5BC" w14:textId="77777777" w:rsidR="00E203BE" w:rsidRPr="00E203BE" w:rsidRDefault="00034212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nata a Vico Equense</w:t>
      </w:r>
      <w:r w:rsidR="00751584">
        <w:rPr>
          <w:sz w:val="24"/>
          <w:szCs w:val="24"/>
        </w:rPr>
        <w:t xml:space="preserve"> il</w:t>
      </w:r>
      <w:r w:rsidR="00160615">
        <w:rPr>
          <w:sz w:val="24"/>
          <w:szCs w:val="24"/>
        </w:rPr>
        <w:t xml:space="preserve"> </w:t>
      </w:r>
      <w:r>
        <w:rPr>
          <w:sz w:val="24"/>
          <w:szCs w:val="24"/>
        </w:rPr>
        <w:t>04</w:t>
      </w:r>
      <w:r w:rsidR="005A2BCF">
        <w:rPr>
          <w:sz w:val="24"/>
          <w:szCs w:val="24"/>
        </w:rPr>
        <w:t>/09/1961</w:t>
      </w:r>
    </w:p>
    <w:p w14:paraId="53EF78A4" w14:textId="77777777" w:rsidR="00E203BE" w:rsidRPr="00E203BE" w:rsidRDefault="00E203BE" w:rsidP="00745729">
      <w:pPr>
        <w:jc w:val="center"/>
        <w:rPr>
          <w:sz w:val="24"/>
          <w:szCs w:val="24"/>
        </w:rPr>
      </w:pPr>
    </w:p>
    <w:p w14:paraId="24F40006" w14:textId="77777777" w:rsidR="0069573F" w:rsidRDefault="00034212" w:rsidP="00751584">
      <w:pPr>
        <w:jc w:val="center"/>
        <w:rPr>
          <w:sz w:val="24"/>
          <w:szCs w:val="24"/>
        </w:rPr>
      </w:pPr>
      <w:r>
        <w:rPr>
          <w:sz w:val="24"/>
          <w:szCs w:val="24"/>
        </w:rPr>
        <w:t>19</w:t>
      </w:r>
      <w:r w:rsidR="005063F5">
        <w:rPr>
          <w:sz w:val="24"/>
          <w:szCs w:val="24"/>
        </w:rPr>
        <w:t xml:space="preserve"> ore Scuola Secondaria</w:t>
      </w:r>
      <w:r w:rsidR="00E203BE" w:rsidRPr="00E203BE">
        <w:rPr>
          <w:sz w:val="24"/>
          <w:szCs w:val="24"/>
        </w:rPr>
        <w:t xml:space="preserve"> </w:t>
      </w:r>
      <w:r w:rsidR="006C7505">
        <w:rPr>
          <w:sz w:val="24"/>
          <w:szCs w:val="24"/>
        </w:rPr>
        <w:t>di p</w:t>
      </w:r>
      <w:r w:rsidR="005063F5">
        <w:rPr>
          <w:sz w:val="24"/>
          <w:szCs w:val="24"/>
        </w:rPr>
        <w:t>rimo grado</w:t>
      </w:r>
      <w:r w:rsidR="00B23457">
        <w:rPr>
          <w:sz w:val="24"/>
          <w:szCs w:val="24"/>
        </w:rPr>
        <w:t xml:space="preserve"> IC</w:t>
      </w:r>
      <w:r>
        <w:rPr>
          <w:sz w:val="24"/>
          <w:szCs w:val="24"/>
        </w:rPr>
        <w:t xml:space="preserve"> 2</w:t>
      </w:r>
      <w:r w:rsidR="005A2BCF">
        <w:rPr>
          <w:sz w:val="24"/>
          <w:szCs w:val="24"/>
        </w:rPr>
        <w:t xml:space="preserve"> “</w:t>
      </w:r>
      <w:r>
        <w:rPr>
          <w:i/>
          <w:sz w:val="24"/>
          <w:szCs w:val="24"/>
        </w:rPr>
        <w:t>F. Caulino</w:t>
      </w:r>
      <w:r w:rsidR="005A2BCF">
        <w:rPr>
          <w:sz w:val="24"/>
          <w:szCs w:val="24"/>
        </w:rPr>
        <w:t>”</w:t>
      </w:r>
      <w:r w:rsidR="0023347B">
        <w:rPr>
          <w:sz w:val="24"/>
          <w:szCs w:val="24"/>
        </w:rPr>
        <w:t xml:space="preserve"> – </w:t>
      </w:r>
      <w:r>
        <w:rPr>
          <w:sz w:val="24"/>
          <w:szCs w:val="24"/>
        </w:rPr>
        <w:t>Vico Equense</w:t>
      </w:r>
    </w:p>
    <w:p w14:paraId="3FB1B4DB" w14:textId="77777777" w:rsidR="00106258" w:rsidRPr="00E203BE" w:rsidRDefault="00106258" w:rsidP="00106258">
      <w:pPr>
        <w:jc w:val="center"/>
        <w:rPr>
          <w:sz w:val="24"/>
          <w:szCs w:val="24"/>
        </w:rPr>
      </w:pPr>
    </w:p>
    <w:p w14:paraId="1F7404C3" w14:textId="77777777" w:rsidR="00E203BE" w:rsidRPr="00E203BE" w:rsidRDefault="00E203BE" w:rsidP="00E40A8A">
      <w:pPr>
        <w:spacing w:line="360" w:lineRule="auto"/>
        <w:rPr>
          <w:sz w:val="24"/>
          <w:szCs w:val="24"/>
        </w:rPr>
      </w:pPr>
    </w:p>
    <w:p w14:paraId="40E76017" w14:textId="77777777" w:rsidR="00034212" w:rsidRDefault="00034212" w:rsidP="00E203BE">
      <w:pPr>
        <w:spacing w:line="360" w:lineRule="auto"/>
        <w:jc w:val="both"/>
        <w:rPr>
          <w:sz w:val="24"/>
          <w:szCs w:val="24"/>
        </w:rPr>
      </w:pPr>
    </w:p>
    <w:p w14:paraId="075E357D" w14:textId="77777777" w:rsid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14:paraId="4436BBCD" w14:textId="77777777" w:rsidR="00034212" w:rsidRDefault="00034212" w:rsidP="00E203BE">
      <w:pPr>
        <w:spacing w:line="360" w:lineRule="auto"/>
        <w:jc w:val="both"/>
        <w:rPr>
          <w:sz w:val="24"/>
          <w:szCs w:val="24"/>
        </w:rPr>
      </w:pPr>
    </w:p>
    <w:p w14:paraId="02CF7494" w14:textId="77777777" w:rsidR="00034212" w:rsidRDefault="00034212" w:rsidP="00E203BE">
      <w:pPr>
        <w:spacing w:line="360" w:lineRule="auto"/>
        <w:jc w:val="both"/>
        <w:rPr>
          <w:sz w:val="24"/>
          <w:szCs w:val="24"/>
        </w:rPr>
      </w:pPr>
    </w:p>
    <w:p w14:paraId="6BB801B8" w14:textId="77777777" w:rsidR="00E40A8A" w:rsidRPr="00E203BE" w:rsidRDefault="00E40A8A" w:rsidP="00E203BE">
      <w:pPr>
        <w:spacing w:line="360" w:lineRule="auto"/>
        <w:jc w:val="both"/>
        <w:rPr>
          <w:sz w:val="24"/>
          <w:szCs w:val="24"/>
        </w:rPr>
      </w:pPr>
    </w:p>
    <w:p w14:paraId="0D26D348" w14:textId="77777777" w:rsidR="00E203BE" w:rsidRPr="00E203BE" w:rsidRDefault="00E203BE" w:rsidP="00E40A8A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    </w:t>
      </w:r>
    </w:p>
    <w:p w14:paraId="258416B3" w14:textId="77777777" w:rsidR="00E203BE" w:rsidRPr="00E203BE" w:rsidRDefault="00E203BE" w:rsidP="006E7C8C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14:paraId="57678494" w14:textId="77777777" w:rsidR="00D31D3D" w:rsidRPr="00355F87" w:rsidRDefault="00E203BE" w:rsidP="00355F87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>Maria Rosaria Pirro Titomanlio</w:t>
      </w:r>
    </w:p>
    <w:sectPr w:rsidR="00D31D3D" w:rsidRPr="00355F87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1A63FB" w14:textId="77777777" w:rsidR="00272305" w:rsidRDefault="00272305">
      <w:r>
        <w:separator/>
      </w:r>
    </w:p>
  </w:endnote>
  <w:endnote w:type="continuationSeparator" w:id="0">
    <w:p w14:paraId="6EBFF434" w14:textId="77777777" w:rsidR="00272305" w:rsidRDefault="00272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48075B" w14:textId="77777777" w:rsidR="00272305" w:rsidRDefault="00272305">
      <w:r>
        <w:separator/>
      </w:r>
    </w:p>
  </w:footnote>
  <w:footnote w:type="continuationSeparator" w:id="0">
    <w:p w14:paraId="51C79B19" w14:textId="77777777" w:rsidR="00272305" w:rsidRDefault="00272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04C03" w14:textId="77777777"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3768C432" wp14:editId="493B8EA0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0CDB6F83" wp14:editId="5951B0D5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2DF9B6B8" wp14:editId="5FE3746D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F673A8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Arcidiocesi 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 Castellammare di Stabia</w:t>
                          </w:r>
                        </w:p>
                        <w:p w14:paraId="10BFC9C1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14:paraId="28AB9CCC" w14:textId="77777777"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14:paraId="5AAB13FA" w14:textId="77777777"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F9B6B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14:paraId="33F673A8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Arcidiocesi 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 Castellammare di Stabia</w:t>
                    </w:r>
                  </w:p>
                  <w:p w14:paraId="10BFC9C1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14:paraId="28AB9CCC" w14:textId="77777777"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14:paraId="5AAB13FA" w14:textId="77777777"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522E37"/>
    <w:multiLevelType w:val="hybridMultilevel"/>
    <w:tmpl w:val="09E4DA12"/>
    <w:lvl w:ilvl="0" w:tplc="76B447E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BE"/>
    <w:rsid w:val="000150DB"/>
    <w:rsid w:val="00030387"/>
    <w:rsid w:val="00034212"/>
    <w:rsid w:val="00061767"/>
    <w:rsid w:val="00065E4A"/>
    <w:rsid w:val="00090026"/>
    <w:rsid w:val="000B3508"/>
    <w:rsid w:val="000B55EC"/>
    <w:rsid w:val="000C12AA"/>
    <w:rsid w:val="000D37CF"/>
    <w:rsid w:val="00101D69"/>
    <w:rsid w:val="00106258"/>
    <w:rsid w:val="001138BF"/>
    <w:rsid w:val="0011698C"/>
    <w:rsid w:val="001313B0"/>
    <w:rsid w:val="00132E81"/>
    <w:rsid w:val="00160615"/>
    <w:rsid w:val="00161008"/>
    <w:rsid w:val="0016209F"/>
    <w:rsid w:val="001909CD"/>
    <w:rsid w:val="00192AB4"/>
    <w:rsid w:val="001A5D53"/>
    <w:rsid w:val="001D3EB1"/>
    <w:rsid w:val="0020392F"/>
    <w:rsid w:val="00210E63"/>
    <w:rsid w:val="00226F48"/>
    <w:rsid w:val="0023347B"/>
    <w:rsid w:val="00266AF6"/>
    <w:rsid w:val="00272305"/>
    <w:rsid w:val="002816BB"/>
    <w:rsid w:val="002B57EE"/>
    <w:rsid w:val="002D0D56"/>
    <w:rsid w:val="002E2D8B"/>
    <w:rsid w:val="002E4E39"/>
    <w:rsid w:val="002F79E3"/>
    <w:rsid w:val="003019CD"/>
    <w:rsid w:val="00302933"/>
    <w:rsid w:val="00315BB4"/>
    <w:rsid w:val="00316844"/>
    <w:rsid w:val="003365EB"/>
    <w:rsid w:val="003420BA"/>
    <w:rsid w:val="0034670E"/>
    <w:rsid w:val="00355F87"/>
    <w:rsid w:val="0036421E"/>
    <w:rsid w:val="003655E9"/>
    <w:rsid w:val="003C3244"/>
    <w:rsid w:val="003D0B85"/>
    <w:rsid w:val="0040254F"/>
    <w:rsid w:val="0041230D"/>
    <w:rsid w:val="0044024A"/>
    <w:rsid w:val="00443481"/>
    <w:rsid w:val="00453384"/>
    <w:rsid w:val="00456F3A"/>
    <w:rsid w:val="00462814"/>
    <w:rsid w:val="004653AE"/>
    <w:rsid w:val="00480D73"/>
    <w:rsid w:val="00480FA3"/>
    <w:rsid w:val="00482452"/>
    <w:rsid w:val="00496188"/>
    <w:rsid w:val="004A3B9D"/>
    <w:rsid w:val="004D2F95"/>
    <w:rsid w:val="005063F5"/>
    <w:rsid w:val="0051435E"/>
    <w:rsid w:val="005263FE"/>
    <w:rsid w:val="005264D7"/>
    <w:rsid w:val="00580B0A"/>
    <w:rsid w:val="005963D3"/>
    <w:rsid w:val="005A2BCF"/>
    <w:rsid w:val="005A2C0A"/>
    <w:rsid w:val="005A3D01"/>
    <w:rsid w:val="005A4A91"/>
    <w:rsid w:val="005B66FC"/>
    <w:rsid w:val="005C17E4"/>
    <w:rsid w:val="005D19EA"/>
    <w:rsid w:val="006173FE"/>
    <w:rsid w:val="006352EC"/>
    <w:rsid w:val="006536AA"/>
    <w:rsid w:val="00663A56"/>
    <w:rsid w:val="0069573F"/>
    <w:rsid w:val="006A2219"/>
    <w:rsid w:val="006B1AF4"/>
    <w:rsid w:val="006C7505"/>
    <w:rsid w:val="006E7C8C"/>
    <w:rsid w:val="006E7E5A"/>
    <w:rsid w:val="006F6DF2"/>
    <w:rsid w:val="00702934"/>
    <w:rsid w:val="00703377"/>
    <w:rsid w:val="0072756F"/>
    <w:rsid w:val="00731A3C"/>
    <w:rsid w:val="00743EEB"/>
    <w:rsid w:val="00745729"/>
    <w:rsid w:val="00751584"/>
    <w:rsid w:val="00752F70"/>
    <w:rsid w:val="007A54CE"/>
    <w:rsid w:val="007D0B4C"/>
    <w:rsid w:val="007D3B7E"/>
    <w:rsid w:val="007E5BFD"/>
    <w:rsid w:val="0082653E"/>
    <w:rsid w:val="008272DB"/>
    <w:rsid w:val="00832108"/>
    <w:rsid w:val="0085608D"/>
    <w:rsid w:val="0086111C"/>
    <w:rsid w:val="00881724"/>
    <w:rsid w:val="008A313A"/>
    <w:rsid w:val="008E56F8"/>
    <w:rsid w:val="009141A1"/>
    <w:rsid w:val="009243FC"/>
    <w:rsid w:val="00926B10"/>
    <w:rsid w:val="00974EEF"/>
    <w:rsid w:val="009E38A6"/>
    <w:rsid w:val="009F3420"/>
    <w:rsid w:val="00A202B1"/>
    <w:rsid w:val="00A464A4"/>
    <w:rsid w:val="00A70E4D"/>
    <w:rsid w:val="00AA5209"/>
    <w:rsid w:val="00AD120B"/>
    <w:rsid w:val="00AF3634"/>
    <w:rsid w:val="00B11E67"/>
    <w:rsid w:val="00B201C8"/>
    <w:rsid w:val="00B23457"/>
    <w:rsid w:val="00B27714"/>
    <w:rsid w:val="00B44226"/>
    <w:rsid w:val="00B513BA"/>
    <w:rsid w:val="00B94342"/>
    <w:rsid w:val="00BC73D0"/>
    <w:rsid w:val="00BD40EC"/>
    <w:rsid w:val="00BE4EF7"/>
    <w:rsid w:val="00BF07CC"/>
    <w:rsid w:val="00C119BD"/>
    <w:rsid w:val="00C2306C"/>
    <w:rsid w:val="00C3556B"/>
    <w:rsid w:val="00C4258D"/>
    <w:rsid w:val="00C51837"/>
    <w:rsid w:val="00C60079"/>
    <w:rsid w:val="00C60345"/>
    <w:rsid w:val="00C935B0"/>
    <w:rsid w:val="00CB2C75"/>
    <w:rsid w:val="00CB78A1"/>
    <w:rsid w:val="00CD73F8"/>
    <w:rsid w:val="00D03730"/>
    <w:rsid w:val="00D163DC"/>
    <w:rsid w:val="00D31D3D"/>
    <w:rsid w:val="00D70DA5"/>
    <w:rsid w:val="00DA6A64"/>
    <w:rsid w:val="00DE176C"/>
    <w:rsid w:val="00DE1EE1"/>
    <w:rsid w:val="00E00C85"/>
    <w:rsid w:val="00E203BE"/>
    <w:rsid w:val="00E40A8A"/>
    <w:rsid w:val="00EA068D"/>
    <w:rsid w:val="00EA3062"/>
    <w:rsid w:val="00EA454F"/>
    <w:rsid w:val="00ED5608"/>
    <w:rsid w:val="00F010FA"/>
    <w:rsid w:val="00F012C1"/>
    <w:rsid w:val="00F039E1"/>
    <w:rsid w:val="00F3046E"/>
    <w:rsid w:val="00F45FC5"/>
    <w:rsid w:val="00F6107F"/>
    <w:rsid w:val="00F61514"/>
    <w:rsid w:val="00F751B4"/>
    <w:rsid w:val="00FB159E"/>
    <w:rsid w:val="00FB1E4F"/>
    <w:rsid w:val="00FC0B8A"/>
    <w:rsid w:val="00FC1B2D"/>
    <w:rsid w:val="00FC7E17"/>
    <w:rsid w:val="00FD09F4"/>
    <w:rsid w:val="00FD2412"/>
    <w:rsid w:val="00FD7ABA"/>
    <w:rsid w:val="00FE30DE"/>
    <w:rsid w:val="00FE3FAB"/>
    <w:rsid w:val="00FE69F1"/>
    <w:rsid w:val="00FF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5D390A87"/>
  <w15:docId w15:val="{8FE57AB9-5865-4FC5-95A1-7D977AB7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5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0A4BB-02B0-4243-9285-C6381CB06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43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1238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Maria Rosaria Titomanlio</cp:lastModifiedBy>
  <cp:revision>15</cp:revision>
  <cp:lastPrinted>2018-08-24T09:00:00Z</cp:lastPrinted>
  <dcterms:created xsi:type="dcterms:W3CDTF">2020-07-23T17:23:00Z</dcterms:created>
  <dcterms:modified xsi:type="dcterms:W3CDTF">2020-08-26T16:23:00Z</dcterms:modified>
</cp:coreProperties>
</file>